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1AD9" w:rsidRDefault="008B1AD9" w:rsidP="008B1AD9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szCs w:val="22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5D27E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14</w:t>
      </w:r>
      <w:r w:rsidR="003C78C2" w:rsidRPr="005E040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03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5B32E3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5B32E3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 xml:space="preserve">Návrh usnesení </w:t>
      </w:r>
      <w:r w:rsidR="00B80FD3">
        <w:rPr>
          <w:rFonts w:ascii="Tahoma" w:hAnsi="Tahoma" w:cs="Tahoma"/>
          <w:b/>
          <w:bCs/>
        </w:rPr>
        <w:t>Z</w:t>
      </w:r>
      <w:r w:rsidRPr="005E0400">
        <w:rPr>
          <w:rFonts w:ascii="Tahoma" w:hAnsi="Tahoma" w:cs="Tahoma"/>
          <w:b/>
          <w:bCs/>
        </w:rPr>
        <w:t>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10B06" w:rsidRPr="00810B06" w:rsidRDefault="00810B06" w:rsidP="00810B06">
      <w:pPr>
        <w:pStyle w:val="Odstavecseseznamem"/>
        <w:numPr>
          <w:ilvl w:val="0"/>
          <w:numId w:val="2"/>
        </w:numPr>
        <w:rPr>
          <w:rFonts w:ascii="Tahoma" w:hAnsi="Tahoma" w:cs="Tahoma"/>
          <w:b/>
          <w:u w:val="single"/>
        </w:rPr>
      </w:pPr>
      <w:r w:rsidRPr="00810B06">
        <w:rPr>
          <w:rFonts w:ascii="Tahoma" w:hAnsi="Tahoma" w:cs="Tahoma"/>
          <w:b/>
          <w:u w:val="single"/>
        </w:rPr>
        <w:t xml:space="preserve">Individuální dotace – Okresní sdružení Česká unie sportu </w:t>
      </w:r>
      <w:proofErr w:type="gramStart"/>
      <w:r w:rsidRPr="00810B06">
        <w:rPr>
          <w:rFonts w:ascii="Tahoma" w:hAnsi="Tahoma" w:cs="Tahoma"/>
          <w:b/>
          <w:u w:val="single"/>
        </w:rPr>
        <w:t>Strakonice, z. s.</w:t>
      </w:r>
      <w:proofErr w:type="gramEnd"/>
    </w:p>
    <w:p w:rsidR="004B28CB" w:rsidRPr="004B28CB" w:rsidRDefault="00947548" w:rsidP="0024776B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4B28CB">
        <w:rPr>
          <w:rFonts w:ascii="Tahoma" w:hAnsi="Tahoma" w:cs="Tahoma"/>
          <w:b/>
          <w:u w:val="single"/>
        </w:rPr>
        <w:t>Vyhlášení Dotačního programu města Strakonice na podporu kultury v roce 2022</w:t>
      </w:r>
    </w:p>
    <w:p w:rsidR="004B28CB" w:rsidRDefault="004B28CB" w:rsidP="004B28CB">
      <w:pPr>
        <w:pStyle w:val="Odstavecseseznamem"/>
        <w:numPr>
          <w:ilvl w:val="0"/>
          <w:numId w:val="2"/>
        </w:numPr>
        <w:rPr>
          <w:rFonts w:ascii="Tahoma" w:hAnsi="Tahoma" w:cs="Tahoma"/>
          <w:b/>
          <w:bCs/>
          <w:u w:val="single"/>
        </w:rPr>
      </w:pPr>
      <w:r w:rsidRPr="00C168F4">
        <w:rPr>
          <w:rFonts w:ascii="Tahoma" w:hAnsi="Tahoma" w:cs="Tahoma"/>
          <w:b/>
          <w:bCs/>
          <w:u w:val="single"/>
        </w:rPr>
        <w:t>Vyhlášení Dotačního programu města Strakonice na podporu tělovýchovy, sportu a ostatních volnočasových aktivit pro rok 2022</w:t>
      </w:r>
    </w:p>
    <w:p w:rsidR="009D5087" w:rsidRDefault="00842BC4" w:rsidP="009D5087">
      <w:pPr>
        <w:pStyle w:val="Odstavecseseznamem"/>
        <w:numPr>
          <w:ilvl w:val="0"/>
          <w:numId w:val="2"/>
        </w:numPr>
        <w:rPr>
          <w:rFonts w:ascii="Tahoma" w:hAnsi="Tahoma" w:cs="Tahoma"/>
          <w:b/>
          <w:bCs/>
          <w:u w:val="single"/>
        </w:rPr>
      </w:pPr>
      <w:r w:rsidRPr="00842BC4">
        <w:rPr>
          <w:rFonts w:ascii="Tahoma" w:hAnsi="Tahoma" w:cs="Tahoma"/>
          <w:b/>
          <w:bCs/>
          <w:u w:val="single"/>
        </w:rPr>
        <w:t xml:space="preserve">Dodatek č. 1 ke Smlouvě o poskytnutí dotace č. 2021-140 a dodatek č. 1 ke Smlouvě o poskytnutí dotace č. 2021-141 – Tělovýchovná jednota </w:t>
      </w:r>
      <w:proofErr w:type="spellStart"/>
      <w:r w:rsidRPr="00842BC4">
        <w:rPr>
          <w:rFonts w:ascii="Tahoma" w:hAnsi="Tahoma" w:cs="Tahoma"/>
          <w:b/>
          <w:bCs/>
          <w:u w:val="single"/>
        </w:rPr>
        <w:t>Fezko</w:t>
      </w:r>
      <w:proofErr w:type="spellEnd"/>
      <w:r w:rsidRPr="00842BC4">
        <w:rPr>
          <w:rFonts w:ascii="Tahoma" w:hAnsi="Tahoma" w:cs="Tahoma"/>
          <w:b/>
          <w:bCs/>
          <w:u w:val="single"/>
        </w:rPr>
        <w:t xml:space="preserve"> </w:t>
      </w:r>
      <w:proofErr w:type="gramStart"/>
      <w:r w:rsidRPr="00842BC4">
        <w:rPr>
          <w:rFonts w:ascii="Tahoma" w:hAnsi="Tahoma" w:cs="Tahoma"/>
          <w:b/>
          <w:bCs/>
          <w:u w:val="single"/>
        </w:rPr>
        <w:t>Strakonice, z. s.</w:t>
      </w:r>
      <w:proofErr w:type="gramEnd"/>
    </w:p>
    <w:p w:rsidR="009D5087" w:rsidRPr="009D5087" w:rsidRDefault="009D5087" w:rsidP="009D5087">
      <w:pPr>
        <w:pStyle w:val="Odstavecseseznamem"/>
        <w:numPr>
          <w:ilvl w:val="0"/>
          <w:numId w:val="2"/>
        </w:numPr>
        <w:rPr>
          <w:rFonts w:ascii="Tahoma" w:hAnsi="Tahoma" w:cs="Tahoma"/>
          <w:b/>
          <w:bCs/>
          <w:u w:val="single"/>
        </w:rPr>
      </w:pPr>
      <w:r w:rsidRPr="009D5087">
        <w:rPr>
          <w:rFonts w:ascii="Tahoma" w:hAnsi="Tahoma" w:cs="Tahoma"/>
          <w:b/>
          <w:u w:val="single"/>
        </w:rPr>
        <w:t xml:space="preserve">Dodatek č. 1 ke Smlouvě o poskytnutí dotace č. 2021-134 – Kanoistický klub Otava </w:t>
      </w:r>
      <w:proofErr w:type="gramStart"/>
      <w:r w:rsidRPr="009D5087">
        <w:rPr>
          <w:rFonts w:ascii="Tahoma" w:hAnsi="Tahoma" w:cs="Tahoma"/>
          <w:b/>
          <w:u w:val="single"/>
        </w:rPr>
        <w:t>Strakonice z. s.</w:t>
      </w:r>
      <w:proofErr w:type="gramEnd"/>
    </w:p>
    <w:p w:rsidR="009D5087" w:rsidRPr="00842BC4" w:rsidRDefault="009D5087" w:rsidP="009D5087">
      <w:pPr>
        <w:pStyle w:val="Odstavecseseznamem"/>
        <w:ind w:left="1776"/>
        <w:rPr>
          <w:rFonts w:ascii="Tahoma" w:hAnsi="Tahoma" w:cs="Tahoma"/>
          <w:b/>
          <w:bCs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K projednání v</w:t>
      </w:r>
      <w:r w:rsidR="00B80FD3">
        <w:rPr>
          <w:rFonts w:ascii="Tahoma" w:hAnsi="Tahoma" w:cs="Tahoma"/>
          <w:sz w:val="20"/>
          <w:szCs w:val="20"/>
        </w:rPr>
        <w:t xml:space="preserve"> zastupitelstvu města </w:t>
      </w:r>
      <w:r w:rsidRPr="005E0400">
        <w:rPr>
          <w:rFonts w:ascii="Tahoma" w:hAnsi="Tahoma" w:cs="Tahoma"/>
          <w:sz w:val="20"/>
          <w:szCs w:val="20"/>
        </w:rPr>
        <w:t xml:space="preserve">dne </w:t>
      </w:r>
      <w:r w:rsidR="00810B06">
        <w:rPr>
          <w:rFonts w:ascii="Tahoma" w:hAnsi="Tahoma" w:cs="Tahoma"/>
          <w:sz w:val="20"/>
          <w:szCs w:val="20"/>
        </w:rPr>
        <w:t>15</w:t>
      </w:r>
      <w:r w:rsidR="00053C5A">
        <w:rPr>
          <w:rFonts w:ascii="Tahoma" w:hAnsi="Tahoma" w:cs="Tahoma"/>
          <w:sz w:val="20"/>
          <w:szCs w:val="20"/>
        </w:rPr>
        <w:t>.</w:t>
      </w:r>
      <w:r w:rsidR="00B80FD3">
        <w:rPr>
          <w:rFonts w:ascii="Tahoma" w:hAnsi="Tahoma" w:cs="Tahoma"/>
          <w:sz w:val="20"/>
          <w:szCs w:val="20"/>
        </w:rPr>
        <w:t xml:space="preserve"> </w:t>
      </w:r>
      <w:r w:rsidR="00810B06">
        <w:rPr>
          <w:rFonts w:ascii="Tahoma" w:hAnsi="Tahoma" w:cs="Tahoma"/>
          <w:sz w:val="20"/>
          <w:szCs w:val="20"/>
        </w:rPr>
        <w:t>prosince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810B06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810B0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810B06">
        <w:rPr>
          <w:rFonts w:ascii="Tahoma" w:hAnsi="Tahoma" w:cs="Tahoma"/>
          <w:sz w:val="20"/>
          <w:szCs w:val="20"/>
        </w:rPr>
        <w:t>odboru</w:t>
      </w:r>
    </w:p>
    <w:p w:rsidR="00BF7E67" w:rsidRPr="00B21534" w:rsidRDefault="00810B06" w:rsidP="00810B06">
      <w:pPr>
        <w:pStyle w:val="Nadpis2"/>
        <w:numPr>
          <w:ilvl w:val="0"/>
          <w:numId w:val="3"/>
        </w:numPr>
        <w:rPr>
          <w:rFonts w:cs="Tahoma"/>
        </w:rPr>
      </w:pPr>
      <w:r w:rsidRPr="00810B06">
        <w:rPr>
          <w:rFonts w:cs="Tahoma"/>
        </w:rPr>
        <w:lastRenderedPageBreak/>
        <w:t xml:space="preserve">Individuální dotace – Okresní sdružení Česká unie sportu </w:t>
      </w:r>
      <w:proofErr w:type="gramStart"/>
      <w:r w:rsidRPr="00810B06">
        <w:rPr>
          <w:rFonts w:cs="Tahoma"/>
        </w:rPr>
        <w:t>Strakonice, z. s.</w:t>
      </w:r>
      <w:proofErr w:type="gramEnd"/>
    </w:p>
    <w:p w:rsidR="00BF7E67" w:rsidRPr="005E0400" w:rsidRDefault="00BF7E67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3C78C2" w:rsidRDefault="00B80FD3">
      <w:pPr>
        <w:rPr>
          <w:rFonts w:ascii="Tahoma" w:hAnsi="Tahoma" w:cs="Tahoma"/>
          <w:sz w:val="20"/>
          <w:szCs w:val="20"/>
        </w:rPr>
      </w:pPr>
      <w:r w:rsidRPr="00173B1E">
        <w:rPr>
          <w:rFonts w:ascii="Tahoma" w:hAnsi="Tahoma" w:cs="Tahoma"/>
          <w:sz w:val="20"/>
          <w:szCs w:val="20"/>
        </w:rPr>
        <w:t>Zastupitelstvo města po projednání</w:t>
      </w:r>
    </w:p>
    <w:p w:rsidR="00B80FD3" w:rsidRPr="005E0400" w:rsidRDefault="00B80FD3">
      <w:pPr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S</w:t>
      </w:r>
      <w:r w:rsidR="0004234C">
        <w:rPr>
          <w:rFonts w:ascii="Tahoma" w:hAnsi="Tahoma" w:cs="Tahoma"/>
          <w:sz w:val="20"/>
          <w:szCs w:val="20"/>
        </w:rPr>
        <w:t>ouhlasí</w:t>
      </w:r>
    </w:p>
    <w:p w:rsidR="00BF7E67" w:rsidRDefault="00B84D94">
      <w:pPr>
        <w:jc w:val="both"/>
        <w:rPr>
          <w:rFonts w:ascii="Tahoma" w:hAnsi="Tahoma" w:cs="Tahoma"/>
          <w:sz w:val="20"/>
          <w:szCs w:val="20"/>
        </w:rPr>
      </w:pPr>
      <w:r w:rsidRPr="00B84D94">
        <w:rPr>
          <w:rFonts w:ascii="Tahoma" w:hAnsi="Tahoma" w:cs="Tahoma"/>
          <w:sz w:val="20"/>
          <w:szCs w:val="20"/>
        </w:rPr>
        <w:t xml:space="preserve">s poskytnutím individuální dotace Okresnímu sdružení Česká unie sportu Strakonice, z. </w:t>
      </w:r>
      <w:proofErr w:type="gramStart"/>
      <w:r w:rsidRPr="00B84D94">
        <w:rPr>
          <w:rFonts w:ascii="Tahoma" w:hAnsi="Tahoma" w:cs="Tahoma"/>
          <w:sz w:val="20"/>
          <w:szCs w:val="20"/>
        </w:rPr>
        <w:t>s.</w:t>
      </w:r>
      <w:proofErr w:type="gramEnd"/>
      <w:r w:rsidRPr="00B84D94">
        <w:rPr>
          <w:rFonts w:ascii="Tahoma" w:hAnsi="Tahoma" w:cs="Tahoma"/>
          <w:sz w:val="20"/>
          <w:szCs w:val="20"/>
        </w:rPr>
        <w:t xml:space="preserve">, Na </w:t>
      </w:r>
      <w:proofErr w:type="spellStart"/>
      <w:r w:rsidRPr="00B84D94">
        <w:rPr>
          <w:rFonts w:ascii="Tahoma" w:hAnsi="Tahoma" w:cs="Tahoma"/>
          <w:sz w:val="20"/>
          <w:szCs w:val="20"/>
        </w:rPr>
        <w:t>Křemelce</w:t>
      </w:r>
      <w:proofErr w:type="spellEnd"/>
      <w:r w:rsidRPr="00B84D94">
        <w:rPr>
          <w:rFonts w:ascii="Tahoma" w:hAnsi="Tahoma" w:cs="Tahoma"/>
          <w:sz w:val="20"/>
          <w:szCs w:val="20"/>
        </w:rPr>
        <w:t xml:space="preserve"> 512, 386 01 Strakonice, IČO 00435449 na provoz kanceláře v roce 2021 ve výši 50 000 Kč.</w:t>
      </w: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II. S</w:t>
      </w:r>
      <w:r w:rsidR="0004234C">
        <w:rPr>
          <w:rFonts w:ascii="Tahoma" w:hAnsi="Tahoma" w:cs="Tahoma"/>
          <w:sz w:val="20"/>
          <w:szCs w:val="20"/>
        </w:rPr>
        <w:t>ouhlasí</w:t>
      </w:r>
    </w:p>
    <w:p w:rsidR="00BF7E67" w:rsidRPr="005E0400" w:rsidRDefault="00B84D94">
      <w:pPr>
        <w:jc w:val="both"/>
        <w:rPr>
          <w:rFonts w:ascii="Tahoma" w:hAnsi="Tahoma" w:cs="Tahoma"/>
          <w:sz w:val="20"/>
          <w:szCs w:val="20"/>
        </w:rPr>
      </w:pPr>
      <w:r w:rsidRPr="00B84D94">
        <w:rPr>
          <w:rFonts w:ascii="Tahoma" w:hAnsi="Tahoma" w:cs="Tahoma"/>
          <w:sz w:val="20"/>
          <w:szCs w:val="20"/>
        </w:rPr>
        <w:t xml:space="preserve">s uzavřením předmětné veřejnoprávní smlouvy.  </w:t>
      </w:r>
    </w:p>
    <w:p w:rsidR="00BF7E67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III. </w:t>
      </w:r>
      <w:r w:rsidR="0004234C">
        <w:rPr>
          <w:rFonts w:ascii="Tahoma" w:hAnsi="Tahoma" w:cs="Tahoma"/>
          <w:sz w:val="20"/>
          <w:szCs w:val="20"/>
        </w:rPr>
        <w:t>Pověřuje</w:t>
      </w:r>
    </w:p>
    <w:p w:rsidR="00053C5A" w:rsidRPr="00B84D94" w:rsidRDefault="00B84D94" w:rsidP="00053C5A">
      <w:pPr>
        <w:rPr>
          <w:rFonts w:ascii="Tahoma" w:hAnsi="Tahoma" w:cs="Tahoma"/>
          <w:sz w:val="20"/>
        </w:rPr>
      </w:pPr>
      <w:r w:rsidRPr="00B84D94">
        <w:rPr>
          <w:rFonts w:ascii="Tahoma" w:hAnsi="Tahoma" w:cs="Tahoma"/>
          <w:sz w:val="20"/>
        </w:rPr>
        <w:t>starostu města podpisem uvedené veřejnoprávní smlouvy.</w:t>
      </w:r>
    </w:p>
    <w:p w:rsidR="00BF7E67" w:rsidRPr="0004234C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  <w:sz w:val="20"/>
          <w:szCs w:val="20"/>
        </w:rPr>
      </w:pPr>
    </w:p>
    <w:p w:rsidR="00947548" w:rsidRDefault="00947548" w:rsidP="00947548">
      <w:pPr>
        <w:pStyle w:val="Nadpis2"/>
        <w:numPr>
          <w:ilvl w:val="0"/>
          <w:numId w:val="3"/>
        </w:numPr>
        <w:jc w:val="both"/>
        <w:rPr>
          <w:rFonts w:cs="Tahoma"/>
        </w:rPr>
      </w:pPr>
      <w:r>
        <w:rPr>
          <w:rFonts w:cs="Tahoma"/>
        </w:rPr>
        <w:t>Vyhlášení</w:t>
      </w:r>
      <w:r w:rsidRPr="00307F0A">
        <w:rPr>
          <w:rFonts w:cs="Tahoma"/>
        </w:rPr>
        <w:t xml:space="preserve"> Dotačního programu města Strakonice na podporu </w:t>
      </w:r>
      <w:r>
        <w:rPr>
          <w:rFonts w:cs="Tahoma"/>
        </w:rPr>
        <w:t>kultury v roce 2022</w:t>
      </w:r>
    </w:p>
    <w:p w:rsidR="00947548" w:rsidRPr="00307F0A" w:rsidRDefault="00947548" w:rsidP="00947548"/>
    <w:p w:rsidR="00947548" w:rsidRPr="005E0400" w:rsidRDefault="00947548" w:rsidP="00947548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947548" w:rsidRDefault="00947548" w:rsidP="00947548">
      <w:pPr>
        <w:jc w:val="both"/>
        <w:rPr>
          <w:rFonts w:ascii="Tahoma" w:hAnsi="Tahoma" w:cs="Tahoma"/>
          <w:sz w:val="20"/>
          <w:szCs w:val="20"/>
        </w:rPr>
      </w:pPr>
      <w:r w:rsidRPr="00173B1E">
        <w:rPr>
          <w:rFonts w:ascii="Tahoma" w:hAnsi="Tahoma" w:cs="Tahoma"/>
          <w:sz w:val="20"/>
          <w:szCs w:val="20"/>
        </w:rPr>
        <w:t>Zastupitelstvo města po projednání</w:t>
      </w:r>
    </w:p>
    <w:p w:rsidR="00947548" w:rsidRPr="005E0400" w:rsidRDefault="00947548" w:rsidP="00947548">
      <w:pPr>
        <w:jc w:val="both"/>
        <w:rPr>
          <w:rFonts w:ascii="Tahoma" w:hAnsi="Tahoma" w:cs="Tahoma"/>
          <w:sz w:val="20"/>
          <w:szCs w:val="20"/>
        </w:rPr>
      </w:pPr>
    </w:p>
    <w:p w:rsidR="00947548" w:rsidRPr="00477D2A" w:rsidRDefault="00947548" w:rsidP="00947548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</w:p>
    <w:p w:rsidR="00947548" w:rsidRDefault="00947548" w:rsidP="00947548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 vyhlášením Dotačního programu města Strakonice na podporu kultury v roce 2022.</w:t>
      </w:r>
    </w:p>
    <w:p w:rsidR="00947548" w:rsidRDefault="00947548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C168F4" w:rsidRDefault="00C168F4" w:rsidP="00770B70">
      <w:pPr>
        <w:pStyle w:val="Nadpis2"/>
        <w:numPr>
          <w:ilvl w:val="0"/>
          <w:numId w:val="3"/>
        </w:numPr>
      </w:pPr>
      <w:r w:rsidRPr="00C168F4">
        <w:t>Vyhlášení Dotačního programu města Strakonice na podporu tělovýchovy, sportu a ostatních volnočasových aktivit pro rok 2022</w:t>
      </w:r>
    </w:p>
    <w:p w:rsidR="00C168F4" w:rsidRDefault="00C168F4" w:rsidP="00C168F4">
      <w:pPr>
        <w:rPr>
          <w:rFonts w:ascii="Tahoma" w:hAnsi="Tahoma" w:cs="Tahoma"/>
          <w:b/>
          <w:bCs/>
          <w:u w:val="single"/>
        </w:rPr>
      </w:pPr>
    </w:p>
    <w:p w:rsidR="00C168F4" w:rsidRPr="005E0400" w:rsidRDefault="00C168F4" w:rsidP="00C168F4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C168F4" w:rsidRDefault="00C168F4" w:rsidP="00C168F4">
      <w:pPr>
        <w:jc w:val="both"/>
        <w:rPr>
          <w:rFonts w:ascii="Tahoma" w:hAnsi="Tahoma" w:cs="Tahoma"/>
          <w:sz w:val="20"/>
          <w:szCs w:val="20"/>
        </w:rPr>
      </w:pPr>
      <w:r w:rsidRPr="00173B1E">
        <w:rPr>
          <w:rFonts w:ascii="Tahoma" w:hAnsi="Tahoma" w:cs="Tahoma"/>
          <w:sz w:val="20"/>
          <w:szCs w:val="20"/>
        </w:rPr>
        <w:t>Zastupitelstvo města po projednání</w:t>
      </w:r>
    </w:p>
    <w:p w:rsidR="00C168F4" w:rsidRPr="005E0400" w:rsidRDefault="00C168F4" w:rsidP="00C168F4">
      <w:pPr>
        <w:jc w:val="both"/>
        <w:rPr>
          <w:rFonts w:ascii="Tahoma" w:hAnsi="Tahoma" w:cs="Tahoma"/>
          <w:sz w:val="20"/>
          <w:szCs w:val="20"/>
        </w:rPr>
      </w:pPr>
    </w:p>
    <w:p w:rsidR="00C168F4" w:rsidRPr="00477D2A" w:rsidRDefault="00C168F4" w:rsidP="00C168F4">
      <w:pPr>
        <w:pStyle w:val="Nadpis3"/>
        <w:jc w:val="both"/>
        <w:rPr>
          <w:rFonts w:ascii="Tahoma" w:hAnsi="Tahoma" w:cs="Tahoma"/>
          <w:sz w:val="20"/>
          <w:szCs w:val="20"/>
        </w:rPr>
      </w:pPr>
      <w:r w:rsidRPr="00477D2A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</w:p>
    <w:p w:rsidR="00C168F4" w:rsidRDefault="00C168F4" w:rsidP="00C168F4">
      <w:pPr>
        <w:jc w:val="both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s vyhlášením Dotačního programu města Strakonice na podporu tělovýchovy, sportu a ostatních volnočasových aktivit pro rok 2022.</w:t>
      </w:r>
    </w:p>
    <w:p w:rsidR="00C168F4" w:rsidRDefault="00C168F4" w:rsidP="00C168F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053C5A" w:rsidRDefault="00032B6E" w:rsidP="003D7520">
      <w:pPr>
        <w:pStyle w:val="Nadpis2"/>
        <w:numPr>
          <w:ilvl w:val="0"/>
          <w:numId w:val="3"/>
        </w:numPr>
        <w:rPr>
          <w:rFonts w:cs="Tahoma"/>
        </w:rPr>
      </w:pPr>
      <w:r>
        <w:rPr>
          <w:rFonts w:cs="Tahoma"/>
        </w:rPr>
        <w:t xml:space="preserve">Dodatek č. 1 ke </w:t>
      </w:r>
      <w:r w:rsidR="0074198C">
        <w:rPr>
          <w:rFonts w:cs="Tahoma"/>
        </w:rPr>
        <w:t>S</w:t>
      </w:r>
      <w:r>
        <w:rPr>
          <w:rFonts w:cs="Tahoma"/>
        </w:rPr>
        <w:t>mlouvě</w:t>
      </w:r>
      <w:r w:rsidR="0074198C">
        <w:rPr>
          <w:rFonts w:cs="Tahoma"/>
        </w:rPr>
        <w:t xml:space="preserve"> o poskytnutí dotace</w:t>
      </w:r>
      <w:r>
        <w:rPr>
          <w:rFonts w:cs="Tahoma"/>
        </w:rPr>
        <w:t xml:space="preserve"> č. 2021</w:t>
      </w:r>
      <w:r w:rsidR="0050273E">
        <w:rPr>
          <w:rFonts w:cs="Tahoma"/>
        </w:rPr>
        <w:t xml:space="preserve">-140 a dodatek č. 1 ke </w:t>
      </w:r>
      <w:r w:rsidR="00080EA9">
        <w:rPr>
          <w:rFonts w:cs="Tahoma"/>
        </w:rPr>
        <w:t>Smlouvě o poskytnutí dotace</w:t>
      </w:r>
      <w:r w:rsidR="0050273E">
        <w:rPr>
          <w:rFonts w:cs="Tahoma"/>
        </w:rPr>
        <w:t xml:space="preserve"> č. 2021-141 </w:t>
      </w:r>
      <w:r w:rsidR="004B28CB">
        <w:rPr>
          <w:rFonts w:cs="Tahoma"/>
        </w:rPr>
        <w:t xml:space="preserve">– Tělovýchovná jednota </w:t>
      </w:r>
      <w:proofErr w:type="spellStart"/>
      <w:r w:rsidR="004B28CB">
        <w:rPr>
          <w:rFonts w:cs="Tahoma"/>
        </w:rPr>
        <w:t>Fezko</w:t>
      </w:r>
      <w:proofErr w:type="spellEnd"/>
      <w:r w:rsidR="004B28CB">
        <w:rPr>
          <w:rFonts w:cs="Tahoma"/>
        </w:rPr>
        <w:t xml:space="preserve"> </w:t>
      </w:r>
      <w:proofErr w:type="gramStart"/>
      <w:r w:rsidR="004B28CB">
        <w:rPr>
          <w:rFonts w:cs="Tahoma"/>
        </w:rPr>
        <w:t>Strakonice, z. s.</w:t>
      </w:r>
      <w:proofErr w:type="gramEnd"/>
    </w:p>
    <w:p w:rsidR="004B28CB" w:rsidRDefault="004B28CB" w:rsidP="004B28CB"/>
    <w:p w:rsidR="00053C5A" w:rsidRPr="005E0400" w:rsidRDefault="00053C5A" w:rsidP="00053C5A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BF7E67" w:rsidRDefault="00B80FD3">
      <w:pPr>
        <w:jc w:val="both"/>
        <w:rPr>
          <w:rFonts w:ascii="Tahoma" w:hAnsi="Tahoma" w:cs="Tahoma"/>
          <w:sz w:val="20"/>
          <w:szCs w:val="20"/>
        </w:rPr>
      </w:pPr>
      <w:r w:rsidRPr="00173B1E">
        <w:rPr>
          <w:rFonts w:ascii="Tahoma" w:hAnsi="Tahoma" w:cs="Tahoma"/>
          <w:sz w:val="20"/>
          <w:szCs w:val="20"/>
        </w:rPr>
        <w:t>Zastupitelstvo města po projednání</w:t>
      </w:r>
    </w:p>
    <w:p w:rsidR="00B80FD3" w:rsidRPr="005E0400" w:rsidRDefault="00B80FD3">
      <w:pPr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I. </w:t>
      </w:r>
      <w:r w:rsidR="002E60C2">
        <w:rPr>
          <w:rFonts w:ascii="Tahoma" w:hAnsi="Tahoma" w:cs="Tahoma"/>
          <w:sz w:val="20"/>
          <w:szCs w:val="20"/>
        </w:rPr>
        <w:t>Souhlasí</w:t>
      </w:r>
    </w:p>
    <w:p w:rsidR="00C43266" w:rsidRDefault="00074A7F" w:rsidP="00074A7F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dodatku č. 1 ke Smlouvě o poskytnutí dotace č. 2021-140 uzavřené dne 5. 5. 2021 mezi městem Strakonice a Tělovýchovnou jednotou </w:t>
      </w:r>
      <w:proofErr w:type="spellStart"/>
      <w:r>
        <w:rPr>
          <w:rFonts w:ascii="Tahoma" w:hAnsi="Tahoma" w:cs="Tahoma"/>
          <w:sz w:val="20"/>
          <w:szCs w:val="20"/>
        </w:rPr>
        <w:t>Fezko</w:t>
      </w:r>
      <w:proofErr w:type="spellEnd"/>
      <w:r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>, Pod Hradem 128, 386 01 Strakonice, IČO 16820088, jehož předmětem je snížení výše poskytnuté dotace o částku 322 000 Kč na 724 000 Kč.</w:t>
      </w:r>
    </w:p>
    <w:p w:rsidR="00074A7F" w:rsidRDefault="00074A7F" w:rsidP="00EA4CB6">
      <w:pPr>
        <w:pStyle w:val="Nadpis3"/>
        <w:rPr>
          <w:rFonts w:ascii="Tahoma" w:hAnsi="Tahoma" w:cs="Tahoma"/>
          <w:sz w:val="20"/>
          <w:szCs w:val="20"/>
        </w:rPr>
      </w:pPr>
    </w:p>
    <w:p w:rsidR="00EA4CB6" w:rsidRPr="005E0400" w:rsidRDefault="00EA4CB6" w:rsidP="00EA4CB6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Souhlasí</w:t>
      </w:r>
    </w:p>
    <w:p w:rsidR="00D73BA0" w:rsidRDefault="007B6335" w:rsidP="007B633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dodatku č. 1 ke Smlouvě o poskytnutí dotace č. 2021-141 uzavřené dne 5. 5. 2021 mezi městem Strakonice a Tělovýchovnou jednotou </w:t>
      </w:r>
      <w:proofErr w:type="spellStart"/>
      <w:r>
        <w:rPr>
          <w:rFonts w:ascii="Tahoma" w:hAnsi="Tahoma" w:cs="Tahoma"/>
          <w:sz w:val="20"/>
          <w:szCs w:val="20"/>
        </w:rPr>
        <w:t>Fezko</w:t>
      </w:r>
      <w:proofErr w:type="spellEnd"/>
      <w:r>
        <w:rPr>
          <w:rFonts w:ascii="Tahoma" w:hAnsi="Tahoma" w:cs="Tahoma"/>
          <w:sz w:val="20"/>
          <w:szCs w:val="20"/>
        </w:rPr>
        <w:t xml:space="preserve"> Strakonice,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>, Pod Hradem 128, 386 01 Strakonice, IČO 16820088, jehož předmětem je zvýšení výše poskytnuté dotace o částku 322 000 Kč na 422 000 Kč.</w:t>
      </w:r>
    </w:p>
    <w:p w:rsidR="007B6335" w:rsidRDefault="007B6335" w:rsidP="007B6335">
      <w:pPr>
        <w:jc w:val="both"/>
        <w:rPr>
          <w:rFonts w:ascii="Tahoma" w:hAnsi="Tahoma" w:cs="Tahoma"/>
          <w:sz w:val="20"/>
          <w:szCs w:val="20"/>
        </w:rPr>
      </w:pPr>
    </w:p>
    <w:p w:rsidR="00D00297" w:rsidRPr="005E0400" w:rsidRDefault="00D00297" w:rsidP="00D00297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Pověřuje</w:t>
      </w:r>
    </w:p>
    <w:p w:rsidR="00D00297" w:rsidRPr="005E0400" w:rsidRDefault="00D00297">
      <w:pPr>
        <w:jc w:val="both"/>
        <w:rPr>
          <w:rFonts w:ascii="Tahoma" w:hAnsi="Tahoma" w:cs="Tahoma"/>
          <w:sz w:val="20"/>
          <w:szCs w:val="20"/>
        </w:rPr>
      </w:pPr>
      <w:r w:rsidRPr="00D00297">
        <w:rPr>
          <w:rFonts w:ascii="Tahoma" w:hAnsi="Tahoma" w:cs="Tahoma"/>
          <w:sz w:val="20"/>
          <w:szCs w:val="20"/>
        </w:rPr>
        <w:t>starostu podpisem předmětných dodatků.</w:t>
      </w:r>
    </w:p>
    <w:p w:rsidR="009E26DB" w:rsidRDefault="009E26DB">
      <w:pPr>
        <w:jc w:val="both"/>
        <w:rPr>
          <w:rFonts w:ascii="Tahoma" w:hAnsi="Tahoma" w:cs="Tahoma"/>
          <w:sz w:val="20"/>
          <w:szCs w:val="20"/>
        </w:rPr>
      </w:pPr>
    </w:p>
    <w:p w:rsidR="00FA334E" w:rsidRDefault="00FA334E" w:rsidP="00FA334E">
      <w:pPr>
        <w:pStyle w:val="Nadpis2"/>
        <w:numPr>
          <w:ilvl w:val="0"/>
          <w:numId w:val="3"/>
        </w:numPr>
      </w:pPr>
      <w:r>
        <w:t xml:space="preserve">Dodatek č. 1 ke Smlouvě o poskytnutí dotace č. 2021-134 – Kanoistický klub Otava </w:t>
      </w:r>
      <w:proofErr w:type="gramStart"/>
      <w:r>
        <w:t>Strakonice z. s.</w:t>
      </w:r>
      <w:proofErr w:type="gramEnd"/>
    </w:p>
    <w:p w:rsidR="00FA334E" w:rsidRPr="0050273E" w:rsidRDefault="00FA334E" w:rsidP="00FA334E"/>
    <w:p w:rsidR="00FA334E" w:rsidRPr="005E0400" w:rsidRDefault="00FA334E" w:rsidP="00FA334E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A334E" w:rsidRDefault="00DC0E48" w:rsidP="00FA334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Zastupitelstvo</w:t>
      </w:r>
      <w:r w:rsidR="00FA334E" w:rsidRPr="00173B1E">
        <w:rPr>
          <w:rFonts w:ascii="Tahoma" w:hAnsi="Tahoma" w:cs="Tahoma"/>
          <w:sz w:val="20"/>
          <w:szCs w:val="20"/>
        </w:rPr>
        <w:t xml:space="preserve"> města po projednání</w:t>
      </w:r>
    </w:p>
    <w:p w:rsidR="00FA334E" w:rsidRPr="005E0400" w:rsidRDefault="00FA334E" w:rsidP="00FA334E">
      <w:pPr>
        <w:jc w:val="both"/>
        <w:rPr>
          <w:rFonts w:ascii="Tahoma" w:hAnsi="Tahoma" w:cs="Tahoma"/>
          <w:sz w:val="20"/>
          <w:szCs w:val="20"/>
        </w:rPr>
      </w:pPr>
    </w:p>
    <w:p w:rsidR="00FA334E" w:rsidRPr="00BB79F2" w:rsidRDefault="00FA334E" w:rsidP="00FA334E">
      <w:pPr>
        <w:pStyle w:val="Nadpis3"/>
        <w:rPr>
          <w:rFonts w:ascii="Tahoma" w:hAnsi="Tahoma" w:cs="Tahoma"/>
          <w:sz w:val="20"/>
          <w:szCs w:val="20"/>
        </w:rPr>
      </w:pPr>
      <w:r w:rsidRPr="00BB79F2">
        <w:rPr>
          <w:rFonts w:ascii="Tahoma" w:hAnsi="Tahoma" w:cs="Tahoma"/>
          <w:sz w:val="20"/>
          <w:szCs w:val="20"/>
        </w:rPr>
        <w:t xml:space="preserve">I. </w:t>
      </w:r>
      <w:r>
        <w:rPr>
          <w:rFonts w:ascii="Tahoma" w:hAnsi="Tahoma" w:cs="Tahoma"/>
          <w:sz w:val="20"/>
          <w:szCs w:val="20"/>
        </w:rPr>
        <w:t>Souhlasí</w:t>
      </w:r>
    </w:p>
    <w:p w:rsidR="00FA334E" w:rsidRDefault="00FA334E" w:rsidP="00FA334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uzavřením dodatku č. 1 ke Smlouvě o poskytnutí dotace č. 2021-134 uzavřené dne 5. 5. 2021 mezi městem Strakonice a Kanoistickým klubem Otava Strakonice z. </w:t>
      </w:r>
      <w:proofErr w:type="gramStart"/>
      <w:r>
        <w:rPr>
          <w:rFonts w:ascii="Tahoma" w:hAnsi="Tahoma" w:cs="Tahoma"/>
          <w:sz w:val="20"/>
          <w:szCs w:val="20"/>
        </w:rPr>
        <w:t>s.</w:t>
      </w:r>
      <w:proofErr w:type="gramEnd"/>
      <w:r>
        <w:rPr>
          <w:rFonts w:ascii="Tahoma" w:hAnsi="Tahoma" w:cs="Tahoma"/>
          <w:sz w:val="20"/>
          <w:szCs w:val="20"/>
        </w:rPr>
        <w:t xml:space="preserve">, </w:t>
      </w:r>
      <w:proofErr w:type="spellStart"/>
      <w:r>
        <w:rPr>
          <w:rFonts w:ascii="Tahoma" w:hAnsi="Tahoma" w:cs="Tahoma"/>
          <w:sz w:val="20"/>
          <w:szCs w:val="20"/>
        </w:rPr>
        <w:t>Radomyšlská</w:t>
      </w:r>
      <w:proofErr w:type="spellEnd"/>
      <w:r>
        <w:rPr>
          <w:rFonts w:ascii="Tahoma" w:hAnsi="Tahoma" w:cs="Tahoma"/>
          <w:sz w:val="20"/>
          <w:szCs w:val="20"/>
        </w:rPr>
        <w:t xml:space="preserve"> 522, 386 01 Strakonice, IČO 46668152, jehož předmětem je zvýšení výše poskytnuté dotace o částku 38 400 Kč na 51 400 Kč. </w:t>
      </w:r>
    </w:p>
    <w:p w:rsidR="00FA334E" w:rsidRDefault="00FA334E" w:rsidP="00FA334E">
      <w:pPr>
        <w:jc w:val="both"/>
        <w:rPr>
          <w:rFonts w:ascii="Tahoma" w:hAnsi="Tahoma" w:cs="Tahoma"/>
          <w:sz w:val="20"/>
          <w:szCs w:val="20"/>
        </w:rPr>
      </w:pPr>
    </w:p>
    <w:p w:rsidR="00FA334E" w:rsidRPr="005E0400" w:rsidRDefault="00FA334E" w:rsidP="00FA334E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</w:t>
      </w:r>
      <w:r>
        <w:rPr>
          <w:rFonts w:ascii="Tahoma" w:hAnsi="Tahoma" w:cs="Tahoma"/>
          <w:sz w:val="20"/>
          <w:szCs w:val="20"/>
        </w:rPr>
        <w:t>I</w:t>
      </w:r>
      <w:r w:rsidRPr="005E040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Pověřuje</w:t>
      </w:r>
    </w:p>
    <w:p w:rsidR="00FA334E" w:rsidRDefault="00FA334E" w:rsidP="00FA334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starostu města podpisem předmětného dodatku. </w:t>
      </w:r>
    </w:p>
    <w:p w:rsidR="00FA334E" w:rsidRDefault="00FA334E" w:rsidP="00FA334E">
      <w:pPr>
        <w:jc w:val="both"/>
        <w:rPr>
          <w:rFonts w:ascii="Tahoma" w:hAnsi="Tahoma" w:cs="Tahoma"/>
          <w:sz w:val="20"/>
          <w:szCs w:val="20"/>
        </w:rPr>
      </w:pPr>
    </w:p>
    <w:p w:rsidR="00D073C2" w:rsidRDefault="00D073C2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sectPr w:rsidR="00D073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AE22D778"/>
    <w:lvl w:ilvl="0" w:tplc="AD2CEB74">
      <w:start w:val="1"/>
      <w:numFmt w:val="decimal"/>
      <w:lvlText w:val="%1)"/>
      <w:lvlJc w:val="left"/>
      <w:pPr>
        <w:ind w:left="1776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56720FDB"/>
    <w:multiLevelType w:val="hybridMultilevel"/>
    <w:tmpl w:val="F0A21BA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B2112"/>
    <w:multiLevelType w:val="hybridMultilevel"/>
    <w:tmpl w:val="38D48C5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7B4"/>
    <w:rsid w:val="0001674A"/>
    <w:rsid w:val="00032B6E"/>
    <w:rsid w:val="0004234C"/>
    <w:rsid w:val="00053C5A"/>
    <w:rsid w:val="00074A7F"/>
    <w:rsid w:val="00077160"/>
    <w:rsid w:val="00080EA9"/>
    <w:rsid w:val="0009285E"/>
    <w:rsid w:val="00116324"/>
    <w:rsid w:val="00120CBB"/>
    <w:rsid w:val="00164577"/>
    <w:rsid w:val="0024618B"/>
    <w:rsid w:val="002E60C2"/>
    <w:rsid w:val="00311488"/>
    <w:rsid w:val="00331AEA"/>
    <w:rsid w:val="00345C94"/>
    <w:rsid w:val="00357723"/>
    <w:rsid w:val="003848C7"/>
    <w:rsid w:val="003C0CB2"/>
    <w:rsid w:val="003C78C2"/>
    <w:rsid w:val="003D7520"/>
    <w:rsid w:val="004805CB"/>
    <w:rsid w:val="004B28CB"/>
    <w:rsid w:val="004C5B64"/>
    <w:rsid w:val="004F3F96"/>
    <w:rsid w:val="0050273E"/>
    <w:rsid w:val="00503B63"/>
    <w:rsid w:val="00514506"/>
    <w:rsid w:val="0055252F"/>
    <w:rsid w:val="005664D3"/>
    <w:rsid w:val="005B32E3"/>
    <w:rsid w:val="005B73DA"/>
    <w:rsid w:val="005D27EF"/>
    <w:rsid w:val="005E0400"/>
    <w:rsid w:val="0063549B"/>
    <w:rsid w:val="006A483D"/>
    <w:rsid w:val="0074198C"/>
    <w:rsid w:val="00750EC3"/>
    <w:rsid w:val="00770B70"/>
    <w:rsid w:val="007B6335"/>
    <w:rsid w:val="007F06FE"/>
    <w:rsid w:val="007F1156"/>
    <w:rsid w:val="00810B06"/>
    <w:rsid w:val="00842BC4"/>
    <w:rsid w:val="008A6388"/>
    <w:rsid w:val="008B1AD9"/>
    <w:rsid w:val="008D5FA3"/>
    <w:rsid w:val="008F24D4"/>
    <w:rsid w:val="00947548"/>
    <w:rsid w:val="009D5087"/>
    <w:rsid w:val="009E26DB"/>
    <w:rsid w:val="009F4379"/>
    <w:rsid w:val="00A277B4"/>
    <w:rsid w:val="00A432F0"/>
    <w:rsid w:val="00AE1580"/>
    <w:rsid w:val="00B1225B"/>
    <w:rsid w:val="00B21534"/>
    <w:rsid w:val="00B31477"/>
    <w:rsid w:val="00B80FD3"/>
    <w:rsid w:val="00B84D94"/>
    <w:rsid w:val="00BA4281"/>
    <w:rsid w:val="00BF7E67"/>
    <w:rsid w:val="00C168F4"/>
    <w:rsid w:val="00C17B98"/>
    <w:rsid w:val="00C26332"/>
    <w:rsid w:val="00C43266"/>
    <w:rsid w:val="00C64B70"/>
    <w:rsid w:val="00D00297"/>
    <w:rsid w:val="00D073C2"/>
    <w:rsid w:val="00D63EAC"/>
    <w:rsid w:val="00D73BA0"/>
    <w:rsid w:val="00D75CA2"/>
    <w:rsid w:val="00D777EB"/>
    <w:rsid w:val="00DC0E48"/>
    <w:rsid w:val="00DD6DA7"/>
    <w:rsid w:val="00E619E8"/>
    <w:rsid w:val="00EA4CB6"/>
    <w:rsid w:val="00F72885"/>
    <w:rsid w:val="00FA334E"/>
    <w:rsid w:val="00FA4C3C"/>
    <w:rsid w:val="00FB4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08E5B9-A99A-4E5D-9130-06783D227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3C5A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770B70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rFonts w:ascii="Tahoma" w:hAnsi="Tahoma"/>
      <w:b/>
      <w:bCs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770B70"/>
    <w:rPr>
      <w:rFonts w:ascii="Tahoma" w:hAnsi="Tahoma"/>
      <w:b/>
      <w:bCs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paragraph" w:styleId="Zkladntext">
    <w:name w:val="Body Text"/>
    <w:basedOn w:val="Normln"/>
    <w:link w:val="ZkladntextChar"/>
    <w:semiHidden/>
    <w:rsid w:val="00947548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94754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5FA3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5F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582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Z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ZM materiály.dotx</Template>
  <TotalTime>459</TotalTime>
  <Pages>3</Pages>
  <Words>498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60</cp:revision>
  <cp:lastPrinted>2021-12-03T07:41:00Z</cp:lastPrinted>
  <dcterms:created xsi:type="dcterms:W3CDTF">2021-10-25T07:30:00Z</dcterms:created>
  <dcterms:modified xsi:type="dcterms:W3CDTF">2021-12-06T07:30:00Z</dcterms:modified>
</cp:coreProperties>
</file>